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B4A1A" w14:textId="7426BA8A" w:rsidR="005D66DB" w:rsidRPr="005D66DB" w:rsidRDefault="005D66DB" w:rsidP="005D66DB">
      <w:pPr>
        <w:spacing w:before="120" w:after="120" w:line="264" w:lineRule="auto"/>
        <w:jc w:val="both"/>
        <w:rPr>
          <w:rFonts w:ascii="Verdana" w:eastAsia="Verdana" w:hAnsi="Verdana" w:cs="Calibri"/>
          <w:b/>
          <w:bCs/>
          <w:sz w:val="18"/>
          <w:szCs w:val="18"/>
        </w:rPr>
      </w:pPr>
      <w:r w:rsidRPr="005D66DB">
        <w:rPr>
          <w:rFonts w:ascii="Verdana" w:eastAsia="Verdana" w:hAnsi="Verdana" w:cs="Calibri"/>
          <w:b/>
          <w:bCs/>
          <w:sz w:val="18"/>
          <w:szCs w:val="18"/>
        </w:rPr>
        <w:t xml:space="preserve">Příloha č. 3 Zadávací dokumentace </w:t>
      </w:r>
      <w:proofErr w:type="gramStart"/>
      <w:r w:rsidR="00244214" w:rsidRPr="00244214">
        <w:rPr>
          <w:rFonts w:ascii="Verdana" w:eastAsia="Verdana" w:hAnsi="Verdana" w:cs="Calibri"/>
          <w:b/>
          <w:bCs/>
          <w:sz w:val="18"/>
          <w:szCs w:val="18"/>
        </w:rPr>
        <w:t>č.j.</w:t>
      </w:r>
      <w:proofErr w:type="gramEnd"/>
      <w:r w:rsidR="00244214" w:rsidRPr="00244214">
        <w:rPr>
          <w:rFonts w:ascii="Verdana" w:eastAsia="Verdana" w:hAnsi="Verdana" w:cs="Calibri"/>
          <w:b/>
          <w:bCs/>
          <w:sz w:val="18"/>
          <w:szCs w:val="18"/>
        </w:rPr>
        <w:t xml:space="preserve"> 7947/2022-SŽ-GŘ-O8</w:t>
      </w:r>
      <w:bookmarkStart w:id="0" w:name="_GoBack"/>
      <w:bookmarkEnd w:id="0"/>
    </w:p>
    <w:p w14:paraId="268C96D4" w14:textId="77777777" w:rsidR="00643CE2" w:rsidRPr="00643CE2" w:rsidRDefault="00643CE2" w:rsidP="00643CE2">
      <w:pPr>
        <w:spacing w:before="120" w:after="120" w:line="264" w:lineRule="auto"/>
        <w:jc w:val="both"/>
        <w:rPr>
          <w:rFonts w:ascii="Verdana" w:eastAsia="Verdana" w:hAnsi="Verdana" w:cs="Calibri"/>
          <w:b/>
          <w:color w:val="FF5200"/>
          <w:sz w:val="36"/>
          <w:szCs w:val="36"/>
        </w:rPr>
      </w:pPr>
      <w:r w:rsidRPr="00643CE2">
        <w:rPr>
          <w:rFonts w:ascii="Verdana" w:eastAsia="Verdana" w:hAnsi="Verdana" w:cs="Calibri"/>
          <w:b/>
          <w:color w:val="FF5200"/>
          <w:sz w:val="36"/>
          <w:szCs w:val="36"/>
        </w:rPr>
        <w:t xml:space="preserve">Všeobecné informace o dodavateli </w:t>
      </w:r>
    </w:p>
    <w:p w14:paraId="7A830D6B" w14:textId="77777777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Obchodní firma 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[</w:t>
      </w:r>
      <w:r w:rsidRPr="00DD6941">
        <w:rPr>
          <w:rFonts w:ascii="Verdana" w:eastAsia="Verdana" w:hAnsi="Verdana" w:cs="Calibri"/>
          <w:b/>
          <w:sz w:val="18"/>
          <w:szCs w:val="18"/>
          <w:highlight w:val="green"/>
        </w:rPr>
        <w:t>DOPLNÍ DODAVATEL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]</w:t>
      </w:r>
    </w:p>
    <w:p w14:paraId="10A6A9E0" w14:textId="77777777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Sídlo 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[DOPLNÍ DODAVATEL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14:paraId="34267938" w14:textId="77777777" w:rsidR="002D45E2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IČO: [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 xml:space="preserve">] </w:t>
      </w:r>
    </w:p>
    <w:p w14:paraId="64CFAE58" w14:textId="4A18CABC" w:rsidR="00643CE2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DIČ: [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DOPLNÍ DODAVATEL]</w:t>
      </w:r>
    </w:p>
    <w:p w14:paraId="0E605A1C" w14:textId="77777777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Právní forma [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14:paraId="216DAC7B" w14:textId="77777777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Státní příslušnost (země registrace) dodavatele [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14:paraId="077EA907" w14:textId="77777777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Podrobnosti registrace [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14:paraId="212729D1" w14:textId="77777777" w:rsidR="00643CE2" w:rsidRPr="00F30E04" w:rsidRDefault="00643CE2" w:rsidP="00643CE2">
      <w:pPr>
        <w:spacing w:after="120" w:line="264" w:lineRule="auto"/>
        <w:ind w:left="28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Počet let působení jako dodavatel: </w:t>
      </w:r>
    </w:p>
    <w:p w14:paraId="767BFA35" w14:textId="77777777" w:rsidR="00643CE2" w:rsidRPr="00F30E04" w:rsidRDefault="00643CE2" w:rsidP="00643CE2">
      <w:pPr>
        <w:tabs>
          <w:tab w:val="num" w:pos="1560"/>
        </w:tabs>
        <w:spacing w:after="120" w:line="264" w:lineRule="auto"/>
        <w:ind w:left="1077" w:hanging="340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ve vlastní zemi 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[DOPLNÍ DODAVATEL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14:paraId="0D3AC7CE" w14:textId="03160AD1" w:rsidR="00643CE2" w:rsidRDefault="00643CE2" w:rsidP="00643CE2">
      <w:pPr>
        <w:tabs>
          <w:tab w:val="num" w:pos="1077"/>
        </w:tabs>
        <w:spacing w:after="120" w:line="264" w:lineRule="auto"/>
        <w:ind w:left="1077" w:hanging="340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v zahraničí [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DOPLNÍ DODAVATEL</w:t>
      </w:r>
      <w:r w:rsidRPr="00F30E04">
        <w:rPr>
          <w:rFonts w:ascii="Verdana" w:eastAsia="Verdana" w:hAnsi="Verdana" w:cs="Calibri"/>
          <w:sz w:val="18"/>
          <w:szCs w:val="18"/>
        </w:rPr>
        <w:t>]</w:t>
      </w:r>
    </w:p>
    <w:p w14:paraId="3C827DE7" w14:textId="77777777" w:rsidR="005D66DB" w:rsidRPr="005D66DB" w:rsidRDefault="005D66DB" w:rsidP="005D66DB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>Osoba oprávněná zastupovat dodavatele:</w:t>
      </w:r>
      <w:r w:rsidRPr="005D66DB">
        <w:rPr>
          <w:rFonts w:ascii="Verdana" w:eastAsia="Verdana" w:hAnsi="Verdana" w:cs="Calibri"/>
          <w:sz w:val="18"/>
          <w:szCs w:val="18"/>
        </w:rPr>
        <w:tab/>
        <w:t>[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DOPLNÍ DODAVATEL]</w:t>
      </w:r>
    </w:p>
    <w:p w14:paraId="7524CFAC" w14:textId="77777777" w:rsidR="005D66DB" w:rsidRPr="005D66DB" w:rsidRDefault="005D66DB" w:rsidP="005D66DB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>Telefon:</w:t>
      </w:r>
      <w:r w:rsidRPr="005D66DB">
        <w:rPr>
          <w:rFonts w:ascii="Verdana" w:eastAsia="Verdana" w:hAnsi="Verdana" w:cs="Calibri"/>
          <w:sz w:val="18"/>
          <w:szCs w:val="18"/>
        </w:rPr>
        <w:tab/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[DOPLNÍ DODAVATEL</w:t>
      </w:r>
      <w:r w:rsidRPr="005D66DB">
        <w:rPr>
          <w:rFonts w:ascii="Verdana" w:eastAsia="Verdana" w:hAnsi="Verdana" w:cs="Calibri"/>
          <w:sz w:val="18"/>
          <w:szCs w:val="18"/>
        </w:rPr>
        <w:t>]</w:t>
      </w:r>
    </w:p>
    <w:p w14:paraId="203FE1A3" w14:textId="77777777" w:rsidR="005D66DB" w:rsidRPr="005D66DB" w:rsidRDefault="005D66DB" w:rsidP="005D66DB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 xml:space="preserve">E-mail: </w:t>
      </w:r>
      <w:r w:rsidRPr="005D66DB">
        <w:rPr>
          <w:rFonts w:ascii="Verdana" w:eastAsia="Verdana" w:hAnsi="Verdana" w:cs="Calibri"/>
          <w:sz w:val="18"/>
          <w:szCs w:val="18"/>
        </w:rPr>
        <w:tab/>
        <w:t>[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DOPLNÍ DODAVATEL</w:t>
      </w:r>
      <w:r w:rsidRPr="005D66DB">
        <w:rPr>
          <w:rFonts w:ascii="Verdana" w:eastAsia="Verdana" w:hAnsi="Verdana" w:cs="Calibri"/>
          <w:sz w:val="18"/>
          <w:szCs w:val="18"/>
        </w:rPr>
        <w:t>]</w:t>
      </w:r>
    </w:p>
    <w:p w14:paraId="6B2F6F19" w14:textId="288E99AF" w:rsidR="005D66DB" w:rsidRPr="00F30E04" w:rsidRDefault="005D66DB" w:rsidP="005D66DB">
      <w:pPr>
        <w:tabs>
          <w:tab w:val="num" w:pos="1077"/>
        </w:tabs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>ID Datové schránky:</w:t>
      </w:r>
      <w:r w:rsidR="002D45E2">
        <w:rPr>
          <w:rFonts w:ascii="Verdana" w:eastAsia="Verdana" w:hAnsi="Verdana" w:cs="Calibri"/>
          <w:sz w:val="18"/>
          <w:szCs w:val="18"/>
        </w:rPr>
        <w:t xml:space="preserve"> </w:t>
      </w:r>
      <w:r w:rsidRPr="005D66DB">
        <w:rPr>
          <w:rFonts w:ascii="Verdana" w:eastAsia="Verdana" w:hAnsi="Verdana" w:cs="Calibri"/>
          <w:sz w:val="18"/>
          <w:szCs w:val="18"/>
        </w:rPr>
        <w:t>[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DOPLNÍ DODAVATEL</w:t>
      </w:r>
      <w:r w:rsidRPr="005D66DB">
        <w:rPr>
          <w:rFonts w:ascii="Verdana" w:eastAsia="Verdana" w:hAnsi="Verdana" w:cs="Calibri"/>
          <w:sz w:val="18"/>
          <w:szCs w:val="18"/>
        </w:rPr>
        <w:t>]</w:t>
      </w:r>
    </w:p>
    <w:p w14:paraId="7518E3CB" w14:textId="77777777" w:rsidR="002D45E2" w:rsidRDefault="002D45E2" w:rsidP="002D45E2">
      <w:pPr>
        <w:spacing w:after="120" w:line="264" w:lineRule="auto"/>
        <w:jc w:val="both"/>
        <w:rPr>
          <w:rFonts w:ascii="Verdana" w:eastAsia="Verdana" w:hAnsi="Verdana" w:cs="Calibri"/>
          <w:b/>
          <w:sz w:val="18"/>
          <w:szCs w:val="18"/>
        </w:rPr>
      </w:pPr>
    </w:p>
    <w:p w14:paraId="32C130D1" w14:textId="150B19FF" w:rsidR="002D45E2" w:rsidRPr="00A24451" w:rsidRDefault="002D45E2" w:rsidP="002D45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b/>
          <w:sz w:val="18"/>
          <w:szCs w:val="18"/>
        </w:rPr>
        <w:t>Identifikační údaje</w:t>
      </w:r>
      <w:r w:rsidRPr="00A24451">
        <w:rPr>
          <w:rFonts w:ascii="Verdana" w:eastAsia="Verdana" w:hAnsi="Verdana" w:cs="Calibri"/>
          <w:sz w:val="18"/>
          <w:szCs w:val="18"/>
        </w:rPr>
        <w:t xml:space="preserve"> (obchodní firma, sídlo, právní forma, IČO) </w:t>
      </w:r>
      <w:r w:rsidRPr="00A24451">
        <w:rPr>
          <w:rFonts w:ascii="Verdana" w:eastAsia="Verdana" w:hAnsi="Verdana" w:cs="Calibri"/>
          <w:b/>
          <w:sz w:val="18"/>
          <w:szCs w:val="18"/>
        </w:rPr>
        <w:t>ostatních společníků</w:t>
      </w:r>
      <w:r w:rsidRPr="00A24451">
        <w:rPr>
          <w:rFonts w:ascii="Verdana" w:eastAsia="Verdana" w:hAnsi="Verdana" w:cs="Calibri"/>
          <w:sz w:val="18"/>
          <w:szCs w:val="18"/>
        </w:rPr>
        <w:t xml:space="preserve"> (členů společnosti/sdružení/seskupení</w:t>
      </w:r>
      <w:r>
        <w:rPr>
          <w:rFonts w:ascii="Verdana" w:eastAsia="Verdana" w:hAnsi="Verdana" w:cs="Calibri"/>
          <w:sz w:val="18"/>
          <w:szCs w:val="18"/>
        </w:rPr>
        <w:t>, je-li relevantní</w:t>
      </w:r>
      <w:r w:rsidRPr="00A24451">
        <w:rPr>
          <w:rFonts w:ascii="Verdana" w:eastAsia="Verdana" w:hAnsi="Verdana" w:cs="Calibri"/>
          <w:sz w:val="18"/>
          <w:szCs w:val="18"/>
        </w:rPr>
        <w:t>):</w:t>
      </w:r>
    </w:p>
    <w:p w14:paraId="387A9CE4" w14:textId="77777777" w:rsidR="002D45E2" w:rsidRPr="00DD6941" w:rsidRDefault="002D45E2" w:rsidP="002D45E2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  <w:highlight w:val="green"/>
        </w:rPr>
      </w:pPr>
      <w:r w:rsidRPr="00A24451">
        <w:rPr>
          <w:rFonts w:ascii="Verdana" w:eastAsia="Verdana" w:hAnsi="Verdana" w:cs="Calibri"/>
          <w:sz w:val="18"/>
          <w:szCs w:val="18"/>
        </w:rPr>
        <w:t>[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DOPLNÍ DODAVATEL]</w:t>
      </w:r>
    </w:p>
    <w:p w14:paraId="52E19DEF" w14:textId="77777777" w:rsidR="002D45E2" w:rsidRPr="00DD6941" w:rsidRDefault="002D45E2" w:rsidP="002D45E2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  <w:highlight w:val="green"/>
        </w:rPr>
      </w:pPr>
      <w:r w:rsidRPr="00DD6941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3474C220" w14:textId="77777777" w:rsidR="002D45E2" w:rsidRPr="00A24451" w:rsidRDefault="002D45E2" w:rsidP="002D45E2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</w:rPr>
      </w:pPr>
      <w:r w:rsidRPr="00DD6941">
        <w:rPr>
          <w:rFonts w:ascii="Verdana" w:eastAsia="Verdana" w:hAnsi="Verdana" w:cs="Calibri"/>
          <w:sz w:val="18"/>
          <w:szCs w:val="18"/>
          <w:highlight w:val="green"/>
        </w:rPr>
        <w:t>[DOPLNÍ DODAVATEL</w:t>
      </w:r>
      <w:r w:rsidRPr="00A24451">
        <w:rPr>
          <w:rFonts w:ascii="Verdana" w:eastAsia="Verdana" w:hAnsi="Verdana" w:cs="Calibri"/>
          <w:sz w:val="18"/>
          <w:szCs w:val="18"/>
        </w:rPr>
        <w:t>]</w:t>
      </w:r>
    </w:p>
    <w:p w14:paraId="7E481977" w14:textId="77777777" w:rsidR="002D45E2" w:rsidRPr="00A24451" w:rsidRDefault="002D45E2" w:rsidP="002D45E2">
      <w:pPr>
        <w:numPr>
          <w:ilvl w:val="1"/>
          <w:numId w:val="0"/>
        </w:numPr>
        <w:tabs>
          <w:tab w:val="num" w:pos="1531"/>
        </w:tabs>
        <w:spacing w:after="60" w:line="264" w:lineRule="auto"/>
        <w:ind w:left="1531" w:hanging="454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atd.</w:t>
      </w:r>
    </w:p>
    <w:p w14:paraId="12780535" w14:textId="77777777" w:rsidR="002D45E2" w:rsidRPr="00A24451" w:rsidRDefault="002D45E2" w:rsidP="002D45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sz w:val="18"/>
          <w:szCs w:val="18"/>
        </w:rPr>
        <w:t>Podíl jednotlivých společníků na zakázce:</w:t>
      </w:r>
    </w:p>
    <w:tbl>
      <w:tblPr>
        <w:tblStyle w:val="Mkatabulky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3"/>
        <w:gridCol w:w="4253"/>
      </w:tblGrid>
      <w:tr w:rsidR="002D45E2" w:rsidRPr="00A24451" w14:paraId="3DC23210" w14:textId="77777777" w:rsidTr="004E51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216C8072" w14:textId="77777777" w:rsidR="002D45E2" w:rsidRPr="00A24451" w:rsidRDefault="002D45E2" w:rsidP="004E51BD">
            <w:pPr>
              <w:spacing w:after="120" w:line="264" w:lineRule="auto"/>
              <w:jc w:val="center"/>
              <w:rPr>
                <w:rFonts w:ascii="Verdana" w:eastAsia="Verdana" w:hAnsi="Verdana" w:cs="Calibri"/>
                <w:sz w:val="18"/>
              </w:rPr>
            </w:pPr>
            <w:r w:rsidRPr="00A24451">
              <w:rPr>
                <w:rFonts w:ascii="Verdana" w:eastAsia="Verdana" w:hAnsi="Verdana" w:cs="Calibri"/>
                <w:b/>
                <w:sz w:val="18"/>
              </w:rPr>
              <w:t>Obchodní firma/název společníka</w:t>
            </w:r>
          </w:p>
        </w:tc>
        <w:tc>
          <w:tcPr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88661C" w14:textId="77777777" w:rsidR="002D45E2" w:rsidRPr="00A24451" w:rsidRDefault="002D45E2" w:rsidP="004E51BD">
            <w:pPr>
              <w:spacing w:after="120" w:line="264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18"/>
              </w:rPr>
            </w:pPr>
            <w:r w:rsidRPr="00A24451">
              <w:rPr>
                <w:rFonts w:ascii="Verdana" w:eastAsia="Verdana" w:hAnsi="Verdana" w:cs="Calibri"/>
                <w:b/>
                <w:sz w:val="18"/>
              </w:rPr>
              <w:t>Předpokládaný podíl na zakázce v % z celkového objemu (celkové nabídkové ceny) veřejné zakázky</w:t>
            </w:r>
          </w:p>
        </w:tc>
      </w:tr>
      <w:tr w:rsidR="002D45E2" w:rsidRPr="00A24451" w14:paraId="6673A6BF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E076D3F" w14:textId="77777777" w:rsidR="002D45E2" w:rsidRPr="00DD6941" w:rsidRDefault="002D45E2" w:rsidP="004E51BD">
            <w:pPr>
              <w:rPr>
                <w:sz w:val="18"/>
                <w:highlight w:val="green"/>
              </w:rPr>
            </w:pPr>
            <w:r w:rsidRPr="00DD6941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5DF6F721" w14:textId="77777777" w:rsidR="002D45E2" w:rsidRPr="00DD6941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DD6941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257DF432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7DD0CD97" w14:textId="77777777" w:rsidR="002D45E2" w:rsidRPr="00DD6941" w:rsidRDefault="002D45E2" w:rsidP="004E51BD">
            <w:pPr>
              <w:rPr>
                <w:sz w:val="18"/>
                <w:highlight w:val="green"/>
              </w:rPr>
            </w:pPr>
            <w:r w:rsidRPr="00DD6941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4E6C22C0" w14:textId="77777777" w:rsidR="002D45E2" w:rsidRPr="00DD6941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DD6941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5A9F8506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C0DF0D6" w14:textId="77777777" w:rsidR="002D45E2" w:rsidRPr="00DD6941" w:rsidRDefault="002D45E2" w:rsidP="004E51BD">
            <w:pPr>
              <w:rPr>
                <w:sz w:val="18"/>
                <w:highlight w:val="green"/>
              </w:rPr>
            </w:pPr>
            <w:r w:rsidRPr="00DD6941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6DDD374D" w14:textId="77777777" w:rsidR="002D45E2" w:rsidRPr="00DD6941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DD6941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031AC6F8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34BF215B" w14:textId="77777777" w:rsidR="002D45E2" w:rsidRPr="00DD6941" w:rsidRDefault="002D45E2" w:rsidP="004E51BD">
            <w:pPr>
              <w:rPr>
                <w:sz w:val="18"/>
                <w:highlight w:val="green"/>
              </w:rPr>
            </w:pPr>
            <w:r w:rsidRPr="00DD6941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236F624C" w14:textId="77777777" w:rsidR="002D45E2" w:rsidRPr="00DD6941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DD6941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0039733F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354FC4E7" w14:textId="77777777" w:rsidR="002D45E2" w:rsidRPr="00DD6941" w:rsidRDefault="002D45E2" w:rsidP="004E51BD">
            <w:pPr>
              <w:rPr>
                <w:sz w:val="18"/>
                <w:highlight w:val="green"/>
              </w:rPr>
            </w:pPr>
            <w:r w:rsidRPr="00DD6941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  <w:tc>
          <w:tcPr>
            <w:tcW w:w="4253" w:type="dxa"/>
          </w:tcPr>
          <w:p w14:paraId="50419D39" w14:textId="77777777" w:rsidR="002D45E2" w:rsidRPr="00DD6941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DD6941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  <w:tr w:rsidR="002D45E2" w:rsidRPr="00A24451" w14:paraId="09ED9D22" w14:textId="77777777" w:rsidTr="004E51BD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3706DBB4" w14:textId="77777777" w:rsidR="002D45E2" w:rsidRPr="00DD6941" w:rsidRDefault="002D45E2" w:rsidP="004E51BD">
            <w:pPr>
              <w:rPr>
                <w:sz w:val="18"/>
                <w:highlight w:val="green"/>
              </w:rPr>
            </w:pPr>
            <w:r w:rsidRPr="00DD6941">
              <w:rPr>
                <w:rFonts w:ascii="Verdana" w:eastAsia="Verdana" w:hAnsi="Verdana" w:cs="Calibri"/>
                <w:sz w:val="18"/>
                <w:highlight w:val="green"/>
              </w:rPr>
              <w:lastRenderedPageBreak/>
              <w:t>[DOPLNÍ DODAVATEL]</w:t>
            </w:r>
          </w:p>
        </w:tc>
        <w:tc>
          <w:tcPr>
            <w:tcW w:w="4253" w:type="dxa"/>
          </w:tcPr>
          <w:p w14:paraId="1D275B7D" w14:textId="77777777" w:rsidR="002D45E2" w:rsidRPr="00DD6941" w:rsidRDefault="002D45E2" w:rsidP="004E51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</w:rPr>
            </w:pPr>
            <w:r w:rsidRPr="00DD6941">
              <w:rPr>
                <w:rFonts w:ascii="Verdana" w:eastAsia="Verdana" w:hAnsi="Verdana" w:cs="Calibri"/>
                <w:sz w:val="18"/>
                <w:highlight w:val="green"/>
              </w:rPr>
              <w:t>[DOPLNÍ DODAVATEL]</w:t>
            </w:r>
          </w:p>
        </w:tc>
      </w:tr>
    </w:tbl>
    <w:p w14:paraId="699A4BA7" w14:textId="7DC1A5F5" w:rsidR="002D45E2" w:rsidRPr="00A24451" w:rsidRDefault="002D45E2" w:rsidP="002D45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A24451">
        <w:rPr>
          <w:rFonts w:ascii="Verdana" w:eastAsia="Verdana" w:hAnsi="Verdana" w:cs="Calibri"/>
          <w:b/>
          <w:sz w:val="18"/>
          <w:szCs w:val="18"/>
        </w:rPr>
        <w:t>Příloha:</w:t>
      </w:r>
      <w:r w:rsidRPr="00A24451">
        <w:rPr>
          <w:rFonts w:ascii="Verdana" w:eastAsia="Verdana" w:hAnsi="Verdana" w:cs="Calibri"/>
          <w:sz w:val="18"/>
          <w:szCs w:val="18"/>
        </w:rPr>
        <w:t xml:space="preserve"> Smlouva o  společnosti/sdružení/seskupení, příp. jiný dokument</w:t>
      </w:r>
      <w:r>
        <w:rPr>
          <w:rFonts w:ascii="Verdana" w:eastAsia="Verdana" w:hAnsi="Verdana" w:cs="Calibri"/>
          <w:sz w:val="18"/>
          <w:szCs w:val="18"/>
        </w:rPr>
        <w:t xml:space="preserve"> (je-li relevantní) </w:t>
      </w:r>
    </w:p>
    <w:p w14:paraId="230FE9C0" w14:textId="71B36F39" w:rsidR="00643CE2" w:rsidRPr="00F30E04" w:rsidRDefault="00643CE2" w:rsidP="00643CE2">
      <w:pPr>
        <w:pStyle w:val="Odstavecseseznamem"/>
        <w:numPr>
          <w:ilvl w:val="0"/>
          <w:numId w:val="34"/>
        </w:numPr>
        <w:spacing w:before="360" w:after="120" w:line="264" w:lineRule="auto"/>
        <w:ind w:left="426" w:hanging="426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 jehož roční obrat nepřevyšuje (korunový ekvivalent) 50 milionů EUR nebo případně celková roční bilanční suma nepřevyšuje (korunový ekvivalent) 43 milionů EUR.</w:t>
      </w:r>
    </w:p>
    <w:p w14:paraId="34874244" w14:textId="77777777" w:rsidR="00643CE2" w:rsidRPr="00F30E04" w:rsidRDefault="00643CE2" w:rsidP="00643CE2">
      <w:pPr>
        <w:pStyle w:val="Odstavecseseznamem"/>
        <w:spacing w:after="120" w:line="264" w:lineRule="auto"/>
        <w:ind w:left="426"/>
        <w:jc w:val="both"/>
        <w:rPr>
          <w:rFonts w:ascii="Verdana" w:eastAsia="Verdana" w:hAnsi="Verdana" w:cs="Calibri"/>
          <w:sz w:val="18"/>
          <w:szCs w:val="18"/>
        </w:rPr>
      </w:pPr>
    </w:p>
    <w:p w14:paraId="44060A89" w14:textId="77777777" w:rsidR="00643CE2" w:rsidRPr="00F30E04" w:rsidRDefault="00643CE2" w:rsidP="00643CE2">
      <w:pPr>
        <w:pStyle w:val="Odstavecseseznamem"/>
        <w:spacing w:after="120" w:line="264" w:lineRule="auto"/>
        <w:ind w:left="426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Dodavatel je malým / středním / jiným podnikem [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ZVOLÍ DODAVATEL</w:t>
      </w:r>
      <w:r w:rsidRPr="00F30E04">
        <w:rPr>
          <w:rFonts w:ascii="Verdana" w:eastAsia="Verdana" w:hAnsi="Verdana" w:cs="Calibri"/>
          <w:sz w:val="18"/>
          <w:szCs w:val="18"/>
        </w:rPr>
        <w:t xml:space="preserve">] </w:t>
      </w:r>
    </w:p>
    <w:p w14:paraId="36CF0FD3" w14:textId="77777777" w:rsidR="00643CE2" w:rsidRPr="00F30E04" w:rsidRDefault="00643CE2" w:rsidP="00643CE2">
      <w:pPr>
        <w:spacing w:after="120" w:line="264" w:lineRule="auto"/>
        <w:ind w:left="737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 </w:t>
      </w:r>
    </w:p>
    <w:p w14:paraId="0D646314" w14:textId="77777777" w:rsidR="005D66DB" w:rsidRPr="005D66DB" w:rsidRDefault="005D66DB" w:rsidP="005D66DB">
      <w:pPr>
        <w:pStyle w:val="Odstavecseseznamem"/>
        <w:numPr>
          <w:ilvl w:val="0"/>
          <w:numId w:val="34"/>
        </w:numPr>
        <w:spacing w:after="120" w:line="264" w:lineRule="auto"/>
        <w:ind w:left="426" w:hanging="426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 xml:space="preserve">Dodavatel tímto prohlašuje, že </w:t>
      </w:r>
    </w:p>
    <w:p w14:paraId="5F399D3A" w14:textId="6E260B99" w:rsidR="005D66DB" w:rsidRPr="005D66DB" w:rsidRDefault="005D66DB" w:rsidP="005D66DB">
      <w:pPr>
        <w:numPr>
          <w:ilvl w:val="0"/>
          <w:numId w:val="35"/>
        </w:numPr>
        <w:spacing w:before="120" w:after="120" w:line="240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>podáním žádosti o účast přijímá zadávací podmínky uvedené v zadávací dokumentaci a</w:t>
      </w:r>
      <w:r>
        <w:rPr>
          <w:rFonts w:ascii="Verdana" w:eastAsia="Verdana" w:hAnsi="Verdana" w:cs="Calibri"/>
          <w:sz w:val="18"/>
          <w:szCs w:val="18"/>
        </w:rPr>
        <w:t> </w:t>
      </w:r>
      <w:r w:rsidRPr="005D66DB">
        <w:rPr>
          <w:rFonts w:ascii="Verdana" w:eastAsia="Verdana" w:hAnsi="Verdana" w:cs="Calibri"/>
          <w:sz w:val="18"/>
          <w:szCs w:val="18"/>
        </w:rPr>
        <w:t>jejích přílohách, případně ve vysvětlení, změně nebo doplnění zadávací dokumentace a dalších dokumentech obsahujících zadávací podmínky, a tyto jsou mu jasné a srozumitelné;</w:t>
      </w:r>
    </w:p>
    <w:p w14:paraId="4051A54B" w14:textId="77777777" w:rsidR="005D66DB" w:rsidRPr="005D66DB" w:rsidRDefault="005D66DB" w:rsidP="005D66DB">
      <w:pPr>
        <w:numPr>
          <w:ilvl w:val="0"/>
          <w:numId w:val="35"/>
        </w:numPr>
        <w:spacing w:before="120" w:after="120" w:line="240" w:lineRule="auto"/>
        <w:jc w:val="both"/>
        <w:rPr>
          <w:rFonts w:ascii="Verdana" w:eastAsia="Verdana" w:hAnsi="Verdana" w:cs="Calibri"/>
          <w:sz w:val="18"/>
          <w:szCs w:val="18"/>
        </w:rPr>
      </w:pPr>
      <w:r w:rsidRPr="005D66DB">
        <w:rPr>
          <w:rFonts w:ascii="Verdana" w:eastAsia="Verdana" w:hAnsi="Verdana" w:cs="Calibri"/>
          <w:sz w:val="18"/>
          <w:szCs w:val="18"/>
        </w:rPr>
        <w:t>veškeré dále uvedené informace, údaje a podklady, které uvádí ke splnění požadavků stanovených zadavatelem, jsou pravdivé, úplné a odpovídají skutečnosti.</w:t>
      </w:r>
    </w:p>
    <w:p w14:paraId="4ACD762D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473B7BA8" w14:textId="29CE2629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Za </w:t>
      </w:r>
      <w:r w:rsidR="002D45E2">
        <w:rPr>
          <w:rFonts w:ascii="Verdana" w:eastAsia="Verdana" w:hAnsi="Verdana" w:cs="Calibri"/>
          <w:sz w:val="18"/>
          <w:szCs w:val="18"/>
        </w:rPr>
        <w:t>d</w:t>
      </w:r>
      <w:r w:rsidRPr="00F30E04">
        <w:rPr>
          <w:rFonts w:ascii="Verdana" w:eastAsia="Verdana" w:hAnsi="Verdana" w:cs="Calibri"/>
          <w:sz w:val="18"/>
          <w:szCs w:val="18"/>
        </w:rPr>
        <w:t>odavatele:</w:t>
      </w:r>
    </w:p>
    <w:p w14:paraId="5003B7AB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</w:p>
    <w:p w14:paraId="39A9FA95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_______________________________</w:t>
      </w:r>
    </w:p>
    <w:p w14:paraId="48FEE957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 xml:space="preserve">Jméno: 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[DOPLNÍ DODAVATEL]</w:t>
      </w:r>
    </w:p>
    <w:p w14:paraId="764A85D2" w14:textId="77777777" w:rsidR="00643CE2" w:rsidRPr="00F30E04" w:rsidRDefault="00643CE2" w:rsidP="00643CE2">
      <w:pPr>
        <w:spacing w:after="120" w:line="264" w:lineRule="auto"/>
        <w:jc w:val="both"/>
        <w:rPr>
          <w:rFonts w:ascii="Verdana" w:eastAsia="Verdana" w:hAnsi="Verdana" w:cs="Calibri"/>
          <w:sz w:val="18"/>
          <w:szCs w:val="18"/>
        </w:rPr>
      </w:pPr>
      <w:r w:rsidRPr="00F30E04">
        <w:rPr>
          <w:rFonts w:ascii="Verdana" w:eastAsia="Verdana" w:hAnsi="Verdana" w:cs="Calibri"/>
          <w:sz w:val="18"/>
          <w:szCs w:val="18"/>
        </w:rPr>
        <w:t>Funkce: [</w:t>
      </w:r>
      <w:r w:rsidRPr="00DD6941">
        <w:rPr>
          <w:rFonts w:ascii="Verdana" w:eastAsia="Verdana" w:hAnsi="Verdana" w:cs="Calibri"/>
          <w:sz w:val="18"/>
          <w:szCs w:val="18"/>
          <w:highlight w:val="green"/>
        </w:rPr>
        <w:t>DOPLNÍ DODAVATEL]</w:t>
      </w:r>
    </w:p>
    <w:sectPr w:rsidR="00643CE2" w:rsidRPr="00F30E04" w:rsidSect="00643CE2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93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352CB" w14:textId="77777777" w:rsidR="00DA3AED" w:rsidRDefault="00DA3AED" w:rsidP="00962258">
      <w:pPr>
        <w:spacing w:after="0" w:line="240" w:lineRule="auto"/>
      </w:pPr>
      <w:r>
        <w:separator/>
      </w:r>
    </w:p>
  </w:endnote>
  <w:endnote w:type="continuationSeparator" w:id="0">
    <w:p w14:paraId="215AAA79" w14:textId="77777777" w:rsidR="00DA3AED" w:rsidRDefault="00DA3A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5740C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9F79E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421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421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13DAF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C35BD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6A63BF7" w14:textId="77777777" w:rsidR="00F1715C" w:rsidRDefault="00F1715C" w:rsidP="00D831A3">
          <w:pPr>
            <w:pStyle w:val="Zpat"/>
          </w:pPr>
        </w:p>
      </w:tc>
    </w:tr>
  </w:tbl>
  <w:p w14:paraId="085E030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1C21016" wp14:editId="3CF01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3F108F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2AA3995" wp14:editId="376FEC0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CF99216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0C35AC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E68AAB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4421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4421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6AF26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1E1EF7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ABD1B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982EA6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642446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74658A5" w14:textId="77777777" w:rsidR="00F1715C" w:rsidRDefault="00F1715C" w:rsidP="00460660">
          <w:pPr>
            <w:pStyle w:val="Zpat"/>
          </w:pPr>
        </w:p>
      </w:tc>
    </w:tr>
  </w:tbl>
  <w:p w14:paraId="517E5DE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62852FB" wp14:editId="24042ED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1DD6E5C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F84D447" wp14:editId="35D085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line w14:anchorId="2387CE3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7E5706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19B25" w14:textId="77777777" w:rsidR="00DA3AED" w:rsidRDefault="00DA3AED" w:rsidP="00962258">
      <w:pPr>
        <w:spacing w:after="0" w:line="240" w:lineRule="auto"/>
      </w:pPr>
      <w:r>
        <w:separator/>
      </w:r>
    </w:p>
  </w:footnote>
  <w:footnote w:type="continuationSeparator" w:id="0">
    <w:p w14:paraId="23D9B31A" w14:textId="77777777" w:rsidR="00DA3AED" w:rsidRDefault="00DA3A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17604E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EF5CA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1322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4AED033" w14:textId="77777777" w:rsidR="00F1715C" w:rsidRPr="00D6163D" w:rsidRDefault="00F1715C" w:rsidP="00D6163D">
          <w:pPr>
            <w:pStyle w:val="Druhdokumentu"/>
          </w:pPr>
        </w:p>
      </w:tc>
    </w:tr>
  </w:tbl>
  <w:p w14:paraId="17A7CE1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B04A4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3C9A9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047AF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AEE07DB" w14:textId="77777777" w:rsidR="00F1715C" w:rsidRPr="00D6163D" w:rsidRDefault="00F1715C" w:rsidP="00FC6389">
          <w:pPr>
            <w:pStyle w:val="Druhdokumentu"/>
          </w:pPr>
        </w:p>
      </w:tc>
    </w:tr>
    <w:tr w:rsidR="009F392E" w14:paraId="1A52B2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E1D767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B562DF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2F0154" w14:textId="77777777" w:rsidR="009F392E" w:rsidRPr="00D6163D" w:rsidRDefault="009F392E" w:rsidP="00FC6389">
          <w:pPr>
            <w:pStyle w:val="Druhdokumentu"/>
          </w:pPr>
        </w:p>
      </w:tc>
    </w:tr>
  </w:tbl>
  <w:p w14:paraId="71A07BA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BBEE61E" wp14:editId="458EE65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B4212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38B1265C"/>
    <w:multiLevelType w:val="hybridMultilevel"/>
    <w:tmpl w:val="BD34E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693744"/>
    <w:multiLevelType w:val="hybridMultilevel"/>
    <w:tmpl w:val="A810E42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7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CE2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4214"/>
    <w:rsid w:val="00280E07"/>
    <w:rsid w:val="002C31BF"/>
    <w:rsid w:val="002D08B1"/>
    <w:rsid w:val="002D45E2"/>
    <w:rsid w:val="002E0CD7"/>
    <w:rsid w:val="00306434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D66DB"/>
    <w:rsid w:val="005F1404"/>
    <w:rsid w:val="0061068E"/>
    <w:rsid w:val="00643CE2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523BD"/>
    <w:rsid w:val="00B75EE1"/>
    <w:rsid w:val="00B77481"/>
    <w:rsid w:val="00B8518B"/>
    <w:rsid w:val="00BD7E91"/>
    <w:rsid w:val="00BF37B6"/>
    <w:rsid w:val="00C02D0A"/>
    <w:rsid w:val="00C03A6E"/>
    <w:rsid w:val="00C44F6A"/>
    <w:rsid w:val="00C47AE3"/>
    <w:rsid w:val="00C76A01"/>
    <w:rsid w:val="00CD1FC4"/>
    <w:rsid w:val="00D21061"/>
    <w:rsid w:val="00D4108E"/>
    <w:rsid w:val="00D6163D"/>
    <w:rsid w:val="00D73D46"/>
    <w:rsid w:val="00D831A3"/>
    <w:rsid w:val="00DA3AED"/>
    <w:rsid w:val="00DC75F3"/>
    <w:rsid w:val="00DD46F3"/>
    <w:rsid w:val="00DD6941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055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0A5FE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3CE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43CE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3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5EBF55-DB79-4D4C-82EB-092FBA57B7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12</TotalTime>
  <Pages>2</Pages>
  <Words>354</Words>
  <Characters>2090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Strnadová Dagmar</cp:lastModifiedBy>
  <cp:revision>6</cp:revision>
  <cp:lastPrinted>2017-11-28T17:18:00Z</cp:lastPrinted>
  <dcterms:created xsi:type="dcterms:W3CDTF">2021-03-26T09:44:00Z</dcterms:created>
  <dcterms:modified xsi:type="dcterms:W3CDTF">2022-01-26T08:51:00Z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